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42FCC" w14:textId="6150541E" w:rsidR="00436618" w:rsidRPr="00436618" w:rsidRDefault="002726A3" w:rsidP="00436618">
      <w:pPr>
        <w:spacing w:before="120"/>
        <w:rPr>
          <w:rFonts w:ascii="Times New Roman" w:hAnsi="Times New Roman"/>
        </w:rPr>
      </w:pPr>
      <w:r w:rsidRPr="00436618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618" w:rsidRPr="00436618">
        <w:rPr>
          <w:rFonts w:ascii="Times New Roman" w:hAnsi="Times New Roman"/>
        </w:rPr>
        <w:t>Kaitseministeerium</w:t>
      </w:r>
    </w:p>
    <w:p w14:paraId="606AA802" w14:textId="1B38BEBC" w:rsidR="00436618" w:rsidRPr="00436618" w:rsidRDefault="00436618" w:rsidP="00436618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>Sakala 1</w:t>
      </w:r>
      <w:r w:rsidRPr="00436618">
        <w:rPr>
          <w:rFonts w:ascii="Times New Roman" w:hAnsi="Times New Roman"/>
        </w:rPr>
        <w:tab/>
        <w:t xml:space="preserve">                                                                </w:t>
      </w:r>
      <w:r w:rsidR="00D33163">
        <w:rPr>
          <w:rFonts w:ascii="Times New Roman" w:hAnsi="Times New Roman"/>
        </w:rPr>
        <w:t>17.10</w:t>
      </w:r>
      <w:r w:rsidRPr="00436618">
        <w:rPr>
          <w:rFonts w:ascii="Times New Roman" w:hAnsi="Times New Roman"/>
        </w:rPr>
        <w:t>.20</w:t>
      </w:r>
      <w:r>
        <w:rPr>
          <w:rFonts w:ascii="Times New Roman" w:hAnsi="Times New Roman"/>
        </w:rPr>
        <w:t>2</w:t>
      </w:r>
      <w:r w:rsidR="00D33163">
        <w:rPr>
          <w:rFonts w:ascii="Times New Roman" w:hAnsi="Times New Roman"/>
        </w:rPr>
        <w:t>4</w:t>
      </w:r>
      <w:r w:rsidRPr="00436618">
        <w:rPr>
          <w:rFonts w:ascii="Times New Roman" w:hAnsi="Times New Roman"/>
        </w:rPr>
        <w:t xml:space="preserve">.a. nr. </w:t>
      </w:r>
      <w:r w:rsidR="00EE0F47" w:rsidRPr="00EE0F47">
        <w:rPr>
          <w:rFonts w:ascii="Times New Roman" w:hAnsi="Times New Roman"/>
        </w:rPr>
        <w:t>JV-MAA-1/</w:t>
      </w:r>
      <w:r w:rsidR="00BA75D0">
        <w:rPr>
          <w:rFonts w:ascii="Times New Roman" w:hAnsi="Times New Roman"/>
        </w:rPr>
        <w:t>5588</w:t>
      </w:r>
    </w:p>
    <w:p w14:paraId="76BC3B27" w14:textId="77777777" w:rsidR="00436618" w:rsidRPr="00436618" w:rsidRDefault="00436618" w:rsidP="00436618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 xml:space="preserve">TALLINN                             </w:t>
      </w:r>
    </w:p>
    <w:p w14:paraId="2E362C9F" w14:textId="77777777" w:rsidR="00436618" w:rsidRPr="00436618" w:rsidRDefault="00436618" w:rsidP="00436618">
      <w:pPr>
        <w:spacing w:before="120"/>
        <w:rPr>
          <w:rFonts w:ascii="Times New Roman" w:hAnsi="Times New Roman"/>
        </w:rPr>
      </w:pPr>
    </w:p>
    <w:p w14:paraId="6F5AA780" w14:textId="77777777" w:rsidR="00436618" w:rsidRPr="00436618" w:rsidRDefault="00436618" w:rsidP="00436618">
      <w:pPr>
        <w:spacing w:before="120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  <w:b/>
          <w:bCs/>
        </w:rPr>
        <w:t>AVALDUS</w:t>
      </w:r>
    </w:p>
    <w:p w14:paraId="03D8CE3E" w14:textId="2DEADD3A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>Eesti Vabariigi  omandis oleva kinnistu, mille riigivara valitseja on Kaitseministeerium</w:t>
      </w:r>
      <w:r w:rsidR="00695926">
        <w:rPr>
          <w:rFonts w:ascii="Times New Roman" w:hAnsi="Times New Roman"/>
        </w:rPr>
        <w:t xml:space="preserve"> ja volitatud asutus </w:t>
      </w:r>
      <w:r w:rsidR="00695926" w:rsidRPr="00695926">
        <w:rPr>
          <w:rFonts w:ascii="Times New Roman" w:hAnsi="Times New Roman"/>
        </w:rPr>
        <w:t>Riigi Kaitseinvesteeringute Keskus</w:t>
      </w:r>
      <w:r w:rsidRPr="00436618">
        <w:rPr>
          <w:rFonts w:ascii="Times New Roman" w:hAnsi="Times New Roman"/>
        </w:rPr>
        <w:t>,  koormamiseks isikliku kasutusõigusega Elektrilevi OÜ kasuks.</w:t>
      </w:r>
    </w:p>
    <w:p w14:paraId="2F6CD400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  <w:b/>
          <w:bCs/>
        </w:rPr>
        <w:t>1.</w:t>
      </w:r>
      <w:r w:rsidRPr="00436618">
        <w:rPr>
          <w:rFonts w:ascii="Times New Roman" w:hAnsi="Times New Roman"/>
          <w:b/>
          <w:bCs/>
        </w:rPr>
        <w:tab/>
        <w:t>Avaldaja</w:t>
      </w:r>
    </w:p>
    <w:p w14:paraId="7D0DD5AB" w14:textId="46BFC62B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>Elektrilevi OÜ, reg. nr. 11050857, registrisse kantud: 16.06.2004, asukoht Veskiposti 2, 10138 Tallinn</w:t>
      </w:r>
      <w:r>
        <w:rPr>
          <w:rFonts w:ascii="Times New Roman" w:hAnsi="Times New Roman"/>
        </w:rPr>
        <w:t xml:space="preserve">, </w:t>
      </w:r>
      <w:r w:rsidRPr="00436618">
        <w:rPr>
          <w:rFonts w:ascii="Times New Roman" w:hAnsi="Times New Roman"/>
        </w:rPr>
        <w:t>esindaja volikirja alusel Ülle Loopre.</w:t>
      </w:r>
    </w:p>
    <w:p w14:paraId="16CB00E0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  <w:b/>
          <w:bCs/>
        </w:rPr>
        <w:t>2.</w:t>
      </w:r>
      <w:r w:rsidRPr="00436618">
        <w:rPr>
          <w:rFonts w:ascii="Times New Roman" w:hAnsi="Times New Roman"/>
          <w:b/>
          <w:bCs/>
        </w:rPr>
        <w:tab/>
        <w:t>Kasutusõiguse eseme kirjeldus ja asukoht</w:t>
      </w:r>
    </w:p>
    <w:p w14:paraId="04ED5FAE" w14:textId="356BE988" w:rsidR="00436618" w:rsidRDefault="00436618" w:rsidP="00436618">
      <w:pPr>
        <w:spacing w:before="120"/>
        <w:jc w:val="both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</w:rPr>
        <w:t xml:space="preserve">Kasutusõigus seatakse Tallinna linnas </w:t>
      </w:r>
      <w:r w:rsidR="00AA7E0B" w:rsidRPr="00AA7E0B">
        <w:rPr>
          <w:rFonts w:ascii="Times New Roman" w:hAnsi="Times New Roman"/>
        </w:rPr>
        <w:t>Rahumäe tee 3 // Tuisu tn 23</w:t>
      </w:r>
      <w:r w:rsidR="00AA7E0B">
        <w:rPr>
          <w:rFonts w:ascii="Times New Roman" w:hAnsi="Times New Roman"/>
        </w:rPr>
        <w:t xml:space="preserve"> </w:t>
      </w:r>
      <w:r w:rsidRPr="00436618">
        <w:rPr>
          <w:rFonts w:ascii="Times New Roman" w:hAnsi="Times New Roman"/>
        </w:rPr>
        <w:t>kinnistule  elektrimaakaabelliinidele, mille kaitsevöönd on mõlemale poole liini telge 1</w:t>
      </w:r>
      <w:r w:rsidR="00A87FC8">
        <w:rPr>
          <w:rFonts w:ascii="Times New Roman" w:hAnsi="Times New Roman"/>
        </w:rPr>
        <w:t xml:space="preserve"> m</w:t>
      </w:r>
      <w:r w:rsidR="00AA7E0B">
        <w:rPr>
          <w:rFonts w:ascii="Times New Roman" w:hAnsi="Times New Roman"/>
        </w:rPr>
        <w:t>. M</w:t>
      </w:r>
      <w:r w:rsidRPr="00436618">
        <w:rPr>
          <w:rFonts w:ascii="Times New Roman" w:hAnsi="Times New Roman"/>
        </w:rPr>
        <w:t>aksimaalne koormatav ala on</w:t>
      </w:r>
      <w:r w:rsidR="00695926">
        <w:rPr>
          <w:rFonts w:ascii="Times New Roman" w:hAnsi="Times New Roman"/>
        </w:rPr>
        <w:t xml:space="preserve"> </w:t>
      </w:r>
      <w:r w:rsidR="00AA7E0B">
        <w:rPr>
          <w:rFonts w:ascii="Times New Roman" w:hAnsi="Times New Roman"/>
        </w:rPr>
        <w:t xml:space="preserve">kokku </w:t>
      </w:r>
      <w:r w:rsidR="00A87FC8">
        <w:rPr>
          <w:rFonts w:ascii="Times New Roman" w:hAnsi="Times New Roman"/>
        </w:rPr>
        <w:t>1</w:t>
      </w:r>
      <w:r w:rsidR="00D33163">
        <w:rPr>
          <w:rFonts w:ascii="Times New Roman" w:hAnsi="Times New Roman"/>
        </w:rPr>
        <w:t>1</w:t>
      </w:r>
      <w:r w:rsidRPr="00436618">
        <w:rPr>
          <w:rFonts w:ascii="Times New Roman" w:hAnsi="Times New Roman"/>
        </w:rPr>
        <w:t xml:space="preserve"> m</w:t>
      </w:r>
      <w:r w:rsidRPr="00436618">
        <w:rPr>
          <w:rFonts w:ascii="Times New Roman" w:hAnsi="Times New Roman"/>
          <w:vertAlign w:val="superscript"/>
        </w:rPr>
        <w:t>2</w:t>
      </w:r>
      <w:r w:rsidRPr="00436618">
        <w:rPr>
          <w:rFonts w:ascii="Times New Roman" w:hAnsi="Times New Roman"/>
        </w:rPr>
        <w:t xml:space="preserve">.  Riigivara registri nr on </w:t>
      </w:r>
      <w:r w:rsidR="00AA7E0B" w:rsidRPr="00AA7E0B">
        <w:rPr>
          <w:rFonts w:ascii="Times New Roman" w:hAnsi="Times New Roman"/>
        </w:rPr>
        <w:t>KV1371</w:t>
      </w:r>
      <w:r w:rsidR="00695926">
        <w:rPr>
          <w:rFonts w:ascii="Times New Roman" w:hAnsi="Times New Roman"/>
        </w:rPr>
        <w:t>, k</w:t>
      </w:r>
      <w:r w:rsidRPr="00436618">
        <w:rPr>
          <w:rFonts w:ascii="Times New Roman" w:hAnsi="Times New Roman"/>
        </w:rPr>
        <w:t xml:space="preserve">atastritunnus on </w:t>
      </w:r>
      <w:r w:rsidR="00AA7E0B" w:rsidRPr="00AA7E0B">
        <w:rPr>
          <w:rFonts w:ascii="Times New Roman" w:hAnsi="Times New Roman"/>
        </w:rPr>
        <w:t>78407:703:0063</w:t>
      </w:r>
      <w:r w:rsidR="00AA7E0B">
        <w:rPr>
          <w:rFonts w:ascii="Times New Roman" w:hAnsi="Times New Roman"/>
        </w:rPr>
        <w:t xml:space="preserve"> </w:t>
      </w:r>
      <w:r w:rsidRPr="00436618">
        <w:rPr>
          <w:rFonts w:ascii="Times New Roman" w:hAnsi="Times New Roman"/>
        </w:rPr>
        <w:t xml:space="preserve">ning </w:t>
      </w:r>
      <w:r>
        <w:rPr>
          <w:rFonts w:ascii="Times New Roman" w:hAnsi="Times New Roman"/>
        </w:rPr>
        <w:t>Tartu Maakohtu</w:t>
      </w:r>
      <w:r w:rsidRPr="00436618">
        <w:t xml:space="preserve"> </w:t>
      </w:r>
      <w:r w:rsidRPr="00436618">
        <w:rPr>
          <w:rFonts w:ascii="Times New Roman" w:hAnsi="Times New Roman"/>
        </w:rPr>
        <w:t>kinnistusoskonna</w:t>
      </w:r>
      <w:r>
        <w:rPr>
          <w:rFonts w:ascii="Times New Roman" w:hAnsi="Times New Roman"/>
        </w:rPr>
        <w:t xml:space="preserve"> </w:t>
      </w:r>
      <w:r w:rsidRPr="00436618">
        <w:rPr>
          <w:rFonts w:ascii="Times New Roman" w:hAnsi="Times New Roman"/>
        </w:rPr>
        <w:t xml:space="preserve"> reg. osa nr. on </w:t>
      </w:r>
      <w:r w:rsidR="00AA7E0B" w:rsidRPr="00AA7E0B">
        <w:rPr>
          <w:rFonts w:ascii="Times New Roman" w:hAnsi="Times New Roman"/>
          <w:b/>
          <w:bCs/>
        </w:rPr>
        <w:t>1012801</w:t>
      </w:r>
      <w:r w:rsidRPr="00436618">
        <w:rPr>
          <w:rFonts w:ascii="Times New Roman" w:hAnsi="Times New Roman"/>
          <w:b/>
          <w:bCs/>
        </w:rPr>
        <w:t>.</w:t>
      </w:r>
    </w:p>
    <w:p w14:paraId="7D946979" w14:textId="799F0D4F" w:rsidR="00D33163" w:rsidRPr="00D33163" w:rsidRDefault="00D33163" w:rsidP="00436618">
      <w:pPr>
        <w:spacing w:before="120"/>
        <w:jc w:val="both"/>
        <w:rPr>
          <w:rFonts w:ascii="Times New Roman" w:hAnsi="Times New Roman"/>
        </w:rPr>
      </w:pPr>
      <w:r w:rsidRPr="00D33163">
        <w:rPr>
          <w:rFonts w:ascii="Times New Roman" w:hAnsi="Times New Roman"/>
        </w:rPr>
        <w:t>PARI kood:</w:t>
      </w:r>
      <w:r>
        <w:rPr>
          <w:rFonts w:ascii="Times New Roman" w:hAnsi="Times New Roman"/>
        </w:rPr>
        <w:t xml:space="preserve"> </w:t>
      </w:r>
      <w:r w:rsidRPr="00D33163">
        <w:rPr>
          <w:rFonts w:ascii="Times New Roman" w:hAnsi="Times New Roman"/>
        </w:rPr>
        <w:t>459867</w:t>
      </w:r>
    </w:p>
    <w:p w14:paraId="1CD3D57F" w14:textId="59B106E3" w:rsidR="00D33163" w:rsidRDefault="00D33163" w:rsidP="00436618">
      <w:pPr>
        <w:spacing w:before="120"/>
        <w:jc w:val="both"/>
        <w:rPr>
          <w:rFonts w:ascii="Times New Roman" w:hAnsi="Times New Roman"/>
        </w:rPr>
      </w:pPr>
      <w:r w:rsidRPr="00D33163">
        <w:rPr>
          <w:rFonts w:ascii="Times New Roman" w:hAnsi="Times New Roman"/>
        </w:rPr>
        <w:t>PARI link:</w:t>
      </w:r>
      <w:r w:rsidRPr="00D33163">
        <w:t xml:space="preserve"> </w:t>
      </w:r>
      <w:hyperlink r:id="rId10" w:history="1">
        <w:r w:rsidRPr="007C3135">
          <w:rPr>
            <w:rStyle w:val="Hyperlink"/>
            <w:rFonts w:ascii="Times New Roman" w:hAnsi="Times New Roman"/>
          </w:rPr>
          <w:t>https://pari.kataster.ee/magic-link/7d8c04e2-263e-4990-a433-4846580d11af</w:t>
        </w:r>
      </w:hyperlink>
    </w:p>
    <w:p w14:paraId="1A9B1A87" w14:textId="7BCE8E85" w:rsidR="00695926" w:rsidRDefault="00436618" w:rsidP="00AA7E0B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 xml:space="preserve">Elektrivarustus on projekteeritud vastavalt </w:t>
      </w:r>
      <w:r w:rsidR="00D33163" w:rsidRPr="00D33163">
        <w:rPr>
          <w:rFonts w:ascii="Times New Roman" w:hAnsi="Times New Roman"/>
        </w:rPr>
        <w:t>OÜ Pluvo Eesti poolt koostatud tööle nr PL19-19-394 “Järve AJ F630 ja F637 rek. Mustamäe ja Kristiine LO, Tallinn, Harjumaa</w:t>
      </w:r>
      <w:r w:rsidRPr="00436618">
        <w:rPr>
          <w:rFonts w:ascii="Times New Roman" w:hAnsi="Times New Roman"/>
        </w:rPr>
        <w:t xml:space="preserve">”. </w:t>
      </w:r>
    </w:p>
    <w:p w14:paraId="217C4292" w14:textId="7EBFAEA0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>Trass on valitud lähtudes optimaalseimast tehnilis-majanduslikust kalkulatsioonist ja arvestades olemasolevaid kommunikatsioone.</w:t>
      </w:r>
    </w:p>
    <w:p w14:paraId="3712A2E5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  <w:b/>
          <w:bCs/>
        </w:rPr>
        <w:t>3.</w:t>
      </w:r>
      <w:r w:rsidRPr="00436618">
        <w:rPr>
          <w:rFonts w:ascii="Times New Roman" w:hAnsi="Times New Roman"/>
          <w:b/>
          <w:bCs/>
        </w:rPr>
        <w:tab/>
        <w:t>Isikliku kasutusõiguse sisu</w:t>
      </w:r>
    </w:p>
    <w:p w14:paraId="61000C72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 xml:space="preserve">Isikliku kasutusõiguse sisuks on elektrivõrgu väljaehitamine, omamine ning kasutajal lasuva elektrivõrgu arendamiskohustuse täitmise tagamiseks, elektriliinide remontimine, hooldamine, asendamine, kasutamine, kasutusse andmine ja muul viisil ekspluateerimine elektrivõrgu talituse tagamise eesmärgil. </w:t>
      </w:r>
    </w:p>
    <w:p w14:paraId="59EA68C6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  <w:b/>
          <w:bCs/>
        </w:rPr>
      </w:pPr>
      <w:r w:rsidRPr="00436618">
        <w:rPr>
          <w:rFonts w:ascii="Times New Roman" w:hAnsi="Times New Roman"/>
          <w:b/>
          <w:bCs/>
        </w:rPr>
        <w:t>4.</w:t>
      </w:r>
      <w:r w:rsidRPr="00436618">
        <w:rPr>
          <w:rFonts w:ascii="Times New Roman" w:hAnsi="Times New Roman"/>
          <w:b/>
          <w:bCs/>
        </w:rPr>
        <w:tab/>
        <w:t>Isikliku kasutusõiguse seadmise kulud</w:t>
      </w:r>
    </w:p>
    <w:p w14:paraId="10C25B55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>Kasutusõiguse seadmise kulutused tasub Elektrilevi OÜ.</w:t>
      </w:r>
    </w:p>
    <w:p w14:paraId="0B3698D5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  <w:r w:rsidRPr="00436618">
        <w:rPr>
          <w:rFonts w:ascii="Times New Roman" w:hAnsi="Times New Roman"/>
        </w:rPr>
        <w:t>Lugupidamisega</w:t>
      </w:r>
    </w:p>
    <w:p w14:paraId="4891EBC2" w14:textId="77777777" w:rsidR="00436618" w:rsidRPr="00436618" w:rsidRDefault="00436618" w:rsidP="00436618">
      <w:pPr>
        <w:spacing w:before="120"/>
        <w:jc w:val="both"/>
        <w:rPr>
          <w:rFonts w:ascii="Times New Roman" w:hAnsi="Times New Roman"/>
        </w:rPr>
      </w:pPr>
    </w:p>
    <w:p w14:paraId="210E5D27" w14:textId="77777777" w:rsidR="00436618" w:rsidRPr="00436618" w:rsidRDefault="00436618" w:rsidP="00436618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>/allkirjastatud digitaalselt/</w:t>
      </w:r>
    </w:p>
    <w:p w14:paraId="3F185552" w14:textId="77777777" w:rsidR="00436618" w:rsidRPr="00436618" w:rsidRDefault="00436618" w:rsidP="00436618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>Ülle Loopre</w:t>
      </w:r>
    </w:p>
    <w:p w14:paraId="238DEE74" w14:textId="77777777" w:rsidR="00436618" w:rsidRPr="00436618" w:rsidRDefault="00436618" w:rsidP="00436618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>Elektrilevi  OÜ volitatud esindaja</w:t>
      </w:r>
    </w:p>
    <w:p w14:paraId="31759CA6" w14:textId="77777777" w:rsidR="00436618" w:rsidRPr="00436618" w:rsidRDefault="00436618" w:rsidP="00695926">
      <w:pPr>
        <w:rPr>
          <w:rFonts w:ascii="Times New Roman" w:hAnsi="Times New Roman"/>
        </w:rPr>
      </w:pPr>
      <w:r w:rsidRPr="00436618">
        <w:rPr>
          <w:rFonts w:ascii="Times New Roman" w:hAnsi="Times New Roman"/>
        </w:rPr>
        <w:t>+372 53488369</w:t>
      </w:r>
    </w:p>
    <w:p w14:paraId="44482408" w14:textId="6205D228" w:rsidR="00627953" w:rsidRDefault="00436618" w:rsidP="00436618">
      <w:pPr>
        <w:spacing w:before="120"/>
        <w:rPr>
          <w:rFonts w:ascii="Times New Roman" w:hAnsi="Times New Roman"/>
        </w:rPr>
      </w:pPr>
      <w:r w:rsidRPr="00436618">
        <w:rPr>
          <w:rFonts w:ascii="Times New Roman" w:hAnsi="Times New Roman"/>
        </w:rPr>
        <w:t>Lisad: kasutusala skeem</w:t>
      </w:r>
    </w:p>
    <w:p w14:paraId="145C3F38" w14:textId="72DD2E0D" w:rsidR="00695926" w:rsidRPr="00436618" w:rsidRDefault="00D33163" w:rsidP="00695926">
      <w:pPr>
        <w:rPr>
          <w:rFonts w:ascii="Times New Roman" w:hAnsi="Times New Roman"/>
        </w:rPr>
      </w:pPr>
      <w:r w:rsidRPr="00D33163">
        <w:rPr>
          <w:rFonts w:ascii="Times New Roman" w:hAnsi="Times New Roman"/>
        </w:rPr>
        <w:t>Riigi Kaitseinvesteeringute Keskuse</w:t>
      </w:r>
      <w:r w:rsidR="00695926">
        <w:rPr>
          <w:rFonts w:ascii="Times New Roman" w:hAnsi="Times New Roman"/>
        </w:rPr>
        <w:t xml:space="preserve"> kooskõlastus</w:t>
      </w:r>
      <w:r w:rsidR="00AA7E0B">
        <w:rPr>
          <w:rFonts w:ascii="Times New Roman" w:hAnsi="Times New Roman"/>
        </w:rPr>
        <w:t xml:space="preserve"> </w:t>
      </w:r>
      <w:r w:rsidR="00AA7E0B" w:rsidRPr="00AA7E0B">
        <w:rPr>
          <w:rFonts w:ascii="Times New Roman" w:hAnsi="Times New Roman"/>
        </w:rPr>
        <w:t xml:space="preserve"> </w:t>
      </w:r>
      <w:r w:rsidRPr="00D33163">
        <w:rPr>
          <w:rFonts w:ascii="Times New Roman" w:hAnsi="Times New Roman"/>
        </w:rPr>
        <w:t>22.03.2024 nr 3-3/24/1099-2</w:t>
      </w:r>
    </w:p>
    <w:sectPr w:rsidR="00695926" w:rsidRPr="00436618" w:rsidSect="00D4458D">
      <w:footerReference w:type="first" r:id="rId11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A16DD" w14:textId="77777777" w:rsidR="00391D48" w:rsidRDefault="00391D48">
      <w:r>
        <w:separator/>
      </w:r>
    </w:p>
  </w:endnote>
  <w:endnote w:type="continuationSeparator" w:id="0">
    <w:p w14:paraId="094B61E5" w14:textId="77777777" w:rsidR="00391D48" w:rsidRDefault="00391D48">
      <w:r>
        <w:continuationSeparator/>
      </w:r>
    </w:p>
  </w:endnote>
  <w:endnote w:type="continuationNotice" w:id="1">
    <w:p w14:paraId="4A4E0FE2" w14:textId="77777777" w:rsidR="00391D48" w:rsidRDefault="00391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bookmarkStart w:id="0" w:name="_Hlk67056594"/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  <w:bookmarkEnd w:id="0"/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B7A13" w14:textId="77777777" w:rsidR="00391D48" w:rsidRDefault="00391D48">
      <w:r>
        <w:separator/>
      </w:r>
    </w:p>
  </w:footnote>
  <w:footnote w:type="continuationSeparator" w:id="0">
    <w:p w14:paraId="7AAE966B" w14:textId="77777777" w:rsidR="00391D48" w:rsidRDefault="00391D48">
      <w:r>
        <w:continuationSeparator/>
      </w:r>
    </w:p>
  </w:footnote>
  <w:footnote w:type="continuationNotice" w:id="1">
    <w:p w14:paraId="63C6EC9D" w14:textId="77777777" w:rsidR="00391D48" w:rsidRDefault="00391D4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B417F"/>
    <w:rsid w:val="000B4850"/>
    <w:rsid w:val="00146F8F"/>
    <w:rsid w:val="00174537"/>
    <w:rsid w:val="0019253D"/>
    <w:rsid w:val="002726A3"/>
    <w:rsid w:val="002D4D27"/>
    <w:rsid w:val="002E0EF7"/>
    <w:rsid w:val="003551E2"/>
    <w:rsid w:val="00357C22"/>
    <w:rsid w:val="00391D48"/>
    <w:rsid w:val="003F5996"/>
    <w:rsid w:val="00436618"/>
    <w:rsid w:val="004626B2"/>
    <w:rsid w:val="00470107"/>
    <w:rsid w:val="004D1D70"/>
    <w:rsid w:val="004F621D"/>
    <w:rsid w:val="00532D2F"/>
    <w:rsid w:val="005444D8"/>
    <w:rsid w:val="00582590"/>
    <w:rsid w:val="005A217D"/>
    <w:rsid w:val="005C1CA3"/>
    <w:rsid w:val="005E5A30"/>
    <w:rsid w:val="00605B27"/>
    <w:rsid w:val="00627953"/>
    <w:rsid w:val="006466E4"/>
    <w:rsid w:val="0065114D"/>
    <w:rsid w:val="00653E6B"/>
    <w:rsid w:val="00695926"/>
    <w:rsid w:val="006B28B7"/>
    <w:rsid w:val="006F595A"/>
    <w:rsid w:val="006F7250"/>
    <w:rsid w:val="00765478"/>
    <w:rsid w:val="0077377F"/>
    <w:rsid w:val="007818C0"/>
    <w:rsid w:val="0082604D"/>
    <w:rsid w:val="008F2A05"/>
    <w:rsid w:val="00980F67"/>
    <w:rsid w:val="009D38F3"/>
    <w:rsid w:val="009E181A"/>
    <w:rsid w:val="00A33A60"/>
    <w:rsid w:val="00A43A3D"/>
    <w:rsid w:val="00A65739"/>
    <w:rsid w:val="00A87FC8"/>
    <w:rsid w:val="00AA7E0B"/>
    <w:rsid w:val="00B33B98"/>
    <w:rsid w:val="00B679F0"/>
    <w:rsid w:val="00BA75D0"/>
    <w:rsid w:val="00C34030"/>
    <w:rsid w:val="00C53640"/>
    <w:rsid w:val="00C86912"/>
    <w:rsid w:val="00D25D80"/>
    <w:rsid w:val="00D33163"/>
    <w:rsid w:val="00D4458D"/>
    <w:rsid w:val="00E3337C"/>
    <w:rsid w:val="00E366A1"/>
    <w:rsid w:val="00ED26F8"/>
    <w:rsid w:val="00EE0F47"/>
    <w:rsid w:val="00F50474"/>
    <w:rsid w:val="00F94E63"/>
    <w:rsid w:val="00FF7AE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D331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ari.kataster.ee/magic-link/7d8c04e2-263e-4990-a433-4846580d11a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1</Pages>
  <Words>208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Ülle Loopre</cp:lastModifiedBy>
  <cp:revision>3</cp:revision>
  <cp:lastPrinted>2012-04-03T10:00:00Z</cp:lastPrinted>
  <dcterms:created xsi:type="dcterms:W3CDTF">2024-10-17T14:35:00Z</dcterms:created>
  <dcterms:modified xsi:type="dcterms:W3CDTF">2024-10-17T14:37:00Z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